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F04E98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Princeton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051403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F04E98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F04E98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39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F04E98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206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F04E98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39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F04E98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18.9%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82.1%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17.9%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F04E98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89.7%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F04E98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2.6%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F04E98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7.7%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F04E98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F04E98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F04E98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92.3%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F04E98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5.1%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F04E98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F04E98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F04E98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F04E98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2.6%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F04E98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28.2%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F04E98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20.5%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F04E98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17.9%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30.8%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20.5%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04E98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66.7%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F04E98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F04E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F04E98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F04E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74.4%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61.5%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04E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2.6%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F04E98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440" w:type="dxa"/>
          </w:tcPr>
          <w:p w:rsidR="009B797D" w:rsidRPr="00797E2A" w:rsidRDefault="00F04E98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10.3%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F04E98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440" w:type="dxa"/>
          </w:tcPr>
          <w:p w:rsidR="008B42CE" w:rsidRPr="00797E2A" w:rsidRDefault="00F04E98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12.8%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F04E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440" w:type="dxa"/>
          </w:tcPr>
          <w:p w:rsidR="008B42CE" w:rsidRPr="00797E2A" w:rsidRDefault="00F04E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41.0%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56.4%</w:t>
            </w:r>
          </w:p>
        </w:tc>
        <w:tc>
          <w:tcPr>
            <w:tcW w:w="1440" w:type="dxa"/>
          </w:tcPr>
          <w:p w:rsidR="00ED0933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33.3%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889" w:type="pct"/>
          </w:tcPr>
          <w:p w:rsidR="004206F3" w:rsidRPr="000B28B6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89.7%</w:t>
            </w:r>
          </w:p>
        </w:tc>
        <w:tc>
          <w:tcPr>
            <w:tcW w:w="1011" w:type="pct"/>
          </w:tcPr>
          <w:p w:rsidR="004206F3" w:rsidRPr="000B28B6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15.4%</w:t>
            </w:r>
          </w:p>
        </w:tc>
        <w:tc>
          <w:tcPr>
            <w:tcW w:w="889" w:type="pct"/>
          </w:tcPr>
          <w:p w:rsidR="004206F3" w:rsidRPr="000B28B6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84.6%</w:t>
            </w:r>
          </w:p>
        </w:tc>
        <w:tc>
          <w:tcPr>
            <w:tcW w:w="1011" w:type="pct"/>
          </w:tcPr>
          <w:p w:rsidR="004206F3" w:rsidRPr="000B28B6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61.5%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38.5%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35.9%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33.3%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43.6%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12.8%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5.1%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F04E98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2.6%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33.3%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370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28.2%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370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15.4%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370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12.8%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370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10.3%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370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370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48.7%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5.1%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43.6%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35.9%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53.8%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41.0%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04E98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5.1%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17.9%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12.8%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12.8%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20.5%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12.8%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5.1%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10.3%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25.6%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33.3%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28.2%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23.1%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15.4%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23.1%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7.7%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7.7%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04E98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41.0%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41.0%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51.3%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43.6%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59.0%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51.3%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53.8%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48.7%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43.6%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12.8%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76.9%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51.3%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38.5%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23.1%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48.7%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26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99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170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48.7%</w:t>
            </w:r>
          </w:p>
        </w:tc>
        <w:tc>
          <w:tcPr>
            <w:tcW w:w="1435" w:type="dxa"/>
            <w:noWrap/>
          </w:tcPr>
          <w:p w:rsidR="00364F87" w:rsidRPr="00797E2A" w:rsidRDefault="00F04E98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2.6%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48.7%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74.4%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48.7%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76.9%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82.1%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92.3%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51.3%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33.3%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74.4%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69.2%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71.8%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69.2%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10.3%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F04E98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E98" w:rsidRDefault="00F04E98" w:rsidP="0035328A">
      <w:pPr>
        <w:spacing w:after="0" w:line="240" w:lineRule="auto"/>
      </w:pPr>
      <w:r>
        <w:separator/>
      </w:r>
    </w:p>
  </w:endnote>
  <w:endnote w:type="continuationSeparator" w:id="0">
    <w:p w:rsidR="00F04E98" w:rsidRDefault="00F04E98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F04E98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E98" w:rsidRDefault="00F04E98" w:rsidP="0035328A">
      <w:pPr>
        <w:spacing w:after="0" w:line="240" w:lineRule="auto"/>
      </w:pPr>
      <w:r>
        <w:separator/>
      </w:r>
    </w:p>
  </w:footnote>
  <w:footnote w:type="continuationSeparator" w:id="0">
    <w:p w:rsidR="00F04E98" w:rsidRDefault="00F04E98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98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04E98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7D3B68CE-3160-401B-9675-16EF79B9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FF444-C27E-4CCE-A7AF-B85DA807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